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9447" w14:textId="3070A59B" w:rsidR="00DB4CE2" w:rsidRPr="007F399A" w:rsidRDefault="007F399A" w:rsidP="007F399A">
      <w:pPr>
        <w:jc w:val="center"/>
        <w:rPr>
          <w:b/>
          <w:sz w:val="40"/>
          <w:szCs w:val="40"/>
          <w:lang w:val="en-CA"/>
        </w:rPr>
      </w:pPr>
      <w:r w:rsidRPr="007F399A">
        <w:rPr>
          <w:b/>
          <w:sz w:val="40"/>
          <w:szCs w:val="40"/>
          <w:lang w:val="en-CA"/>
        </w:rPr>
        <w:t>RENTING</w:t>
      </w:r>
      <w:r w:rsidR="00032813">
        <w:rPr>
          <w:b/>
          <w:sz w:val="40"/>
          <w:szCs w:val="40"/>
          <w:lang w:val="en-CA"/>
        </w:rPr>
        <w:t xml:space="preserve"> SCAVENGER HUN</w:t>
      </w:r>
      <w:r w:rsidR="005F3304">
        <w:rPr>
          <w:b/>
          <w:sz w:val="40"/>
          <w:szCs w:val="40"/>
          <w:lang w:val="en-CA"/>
        </w:rPr>
        <w:t>T</w:t>
      </w:r>
      <w:bookmarkStart w:id="0" w:name="_GoBack"/>
      <w:bookmarkEnd w:id="0"/>
    </w:p>
    <w:p w14:paraId="38E55C62" w14:textId="77777777" w:rsidR="007F399A" w:rsidRDefault="007F399A" w:rsidP="007F399A">
      <w:pPr>
        <w:jc w:val="center"/>
        <w:rPr>
          <w:lang w:val="en-CA"/>
        </w:rPr>
      </w:pPr>
      <w:r>
        <w:rPr>
          <w:noProof/>
          <w:lang w:val="en-CA" w:eastAsia="en-CA"/>
        </w:rPr>
        <w:drawing>
          <wp:inline distT="0" distB="0" distL="0" distR="0" wp14:anchorId="7B0ACFB2" wp14:editId="68CEE688">
            <wp:extent cx="1314450" cy="129141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29059652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774" cy="130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5A401" w14:textId="6A1B461B" w:rsidR="00032813" w:rsidRDefault="00032813" w:rsidP="007F399A">
      <w:pPr>
        <w:jc w:val="center"/>
        <w:rPr>
          <w:lang w:val="en-CA"/>
        </w:rPr>
      </w:pPr>
    </w:p>
    <w:p w14:paraId="5215E75A" w14:textId="50CF7488" w:rsidR="007F399A" w:rsidRDefault="00D74AD8" w:rsidP="00FA2749">
      <w:pPr>
        <w:rPr>
          <w:lang w:val="en-CA"/>
        </w:rPr>
      </w:pPr>
      <w:r>
        <w:rPr>
          <w:lang w:val="en-CA"/>
        </w:rPr>
        <w:t xml:space="preserve">Finding a </w:t>
      </w:r>
      <w:r w:rsidR="00032813">
        <w:rPr>
          <w:lang w:val="en-CA"/>
        </w:rPr>
        <w:t xml:space="preserve">place to rent can be stressful and scary thing.  </w:t>
      </w:r>
      <w:r w:rsidR="00FA2749">
        <w:rPr>
          <w:lang w:val="en-CA"/>
        </w:rPr>
        <w:t>Look through the “Renting a Home” booklet created by PLEA to find out some of the basic information and it will make the process a lot less overwhelming.</w:t>
      </w:r>
    </w:p>
    <w:p w14:paraId="2D595A0A" w14:textId="77777777" w:rsidR="007F399A" w:rsidRDefault="007F399A" w:rsidP="007F399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are at least five things you should consider when you are looking for a place to rent?  </w:t>
      </w:r>
    </w:p>
    <w:p w14:paraId="57DFEC27" w14:textId="77777777" w:rsidR="007F399A" w:rsidRDefault="007F399A" w:rsidP="007F399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447368B0" w14:textId="77777777" w:rsidR="007F399A" w:rsidRDefault="007F399A" w:rsidP="007F399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1A83FD95" w14:textId="77777777" w:rsidR="007F399A" w:rsidRDefault="007F399A" w:rsidP="007F399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54A40835" w14:textId="77777777" w:rsidR="007F399A" w:rsidRDefault="007F399A" w:rsidP="007F399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33DBB33E" w14:textId="77777777" w:rsidR="007F399A" w:rsidRDefault="007F399A" w:rsidP="007F399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0E783123" w14:textId="77777777" w:rsidR="007F399A" w:rsidRDefault="007F399A" w:rsidP="007F399A">
      <w:pPr>
        <w:jc w:val="center"/>
        <w:rPr>
          <w:lang w:val="en-CA"/>
        </w:rPr>
      </w:pPr>
    </w:p>
    <w:p w14:paraId="3401B680" w14:textId="77777777" w:rsidR="007F399A" w:rsidRDefault="007F399A" w:rsidP="007F399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the name of the contract that a tenant and a landlord would sign before someone rents? </w:t>
      </w:r>
    </w:p>
    <w:p w14:paraId="40C31B7A" w14:textId="77777777" w:rsid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</w:t>
      </w:r>
    </w:p>
    <w:p w14:paraId="41B6701B" w14:textId="77777777" w:rsidR="00D74AD8" w:rsidRDefault="00D74AD8" w:rsidP="00D74AD8">
      <w:pPr>
        <w:pStyle w:val="ListParagraph"/>
        <w:rPr>
          <w:lang w:val="en-CA"/>
        </w:rPr>
      </w:pPr>
    </w:p>
    <w:p w14:paraId="1801DC08" w14:textId="77777777" w:rsidR="007F399A" w:rsidRDefault="007F399A" w:rsidP="007F399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things are 8 thing that are needing to be addressed in the contract?  </w:t>
      </w:r>
    </w:p>
    <w:p w14:paraId="1A62E80A" w14:textId="77777777" w:rsid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5F6C85E6" w14:textId="77777777" w:rsidR="007F399A" w:rsidRP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6159A038" w14:textId="77777777" w:rsidR="007F399A" w:rsidRP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4664721D" w14:textId="77777777" w:rsidR="007F399A" w:rsidRP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______________________________________________________________________</w:t>
      </w:r>
    </w:p>
    <w:p w14:paraId="167AA059" w14:textId="77777777" w:rsidR="007F399A" w:rsidRP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</w:t>
      </w:r>
    </w:p>
    <w:p w14:paraId="796639B0" w14:textId="77777777" w:rsidR="007F399A" w:rsidRPr="007F399A" w:rsidRDefault="007F399A" w:rsidP="007F399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61C02074" w14:textId="77777777" w:rsidR="00E728D6" w:rsidRPr="007F399A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6AAAEF5E" w14:textId="20FD6827" w:rsidR="00E728D6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34916A6C" w14:textId="77777777" w:rsidR="00D74AD8" w:rsidRPr="00D74AD8" w:rsidRDefault="00D74AD8" w:rsidP="00D74AD8">
      <w:pPr>
        <w:pStyle w:val="ListParagraph"/>
        <w:rPr>
          <w:lang w:val="en-CA"/>
        </w:rPr>
      </w:pPr>
    </w:p>
    <w:p w14:paraId="3AADE7B4" w14:textId="77777777" w:rsidR="00E728D6" w:rsidRDefault="00E728D6" w:rsidP="00E728D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a lease?  </w:t>
      </w:r>
    </w:p>
    <w:p w14:paraId="3C9EB636" w14:textId="77777777" w:rsidR="00E728D6" w:rsidRDefault="00E728D6" w:rsidP="00E728D6">
      <w:pPr>
        <w:numPr>
          <w:ilvl w:val="0"/>
          <w:numId w:val="3"/>
        </w:numPr>
        <w:contextualSpacing/>
        <w:rPr>
          <w:lang w:val="en-CA"/>
        </w:rPr>
      </w:pPr>
      <w:r w:rsidRPr="00E728D6">
        <w:rPr>
          <w:lang w:val="en-CA"/>
        </w:rPr>
        <w:t>________________________________________________________________</w:t>
      </w:r>
    </w:p>
    <w:p w14:paraId="49AC8B4C" w14:textId="77777777" w:rsidR="00D74AD8" w:rsidRDefault="00D74AD8" w:rsidP="00D74AD8">
      <w:pPr>
        <w:contextualSpacing/>
        <w:rPr>
          <w:lang w:val="en-CA"/>
        </w:rPr>
      </w:pPr>
    </w:p>
    <w:p w14:paraId="7B68C92F" w14:textId="77777777" w:rsidR="00D74AD8" w:rsidRDefault="00D74AD8" w:rsidP="00D74AD8">
      <w:pPr>
        <w:contextualSpacing/>
        <w:rPr>
          <w:lang w:val="en-CA"/>
        </w:rPr>
      </w:pPr>
    </w:p>
    <w:p w14:paraId="7DFB0376" w14:textId="77777777" w:rsidR="00D74AD8" w:rsidRPr="00E728D6" w:rsidRDefault="00D74AD8" w:rsidP="00D74AD8">
      <w:pPr>
        <w:contextualSpacing/>
        <w:rPr>
          <w:lang w:val="en-CA"/>
        </w:rPr>
      </w:pPr>
    </w:p>
    <w:p w14:paraId="37A0850F" w14:textId="60FF0322" w:rsidR="00E728D6" w:rsidRPr="00D74AD8" w:rsidRDefault="00E728D6" w:rsidP="00D74A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lastRenderedPageBreak/>
        <w:t xml:space="preserve">What is a security deposit?  </w:t>
      </w:r>
    </w:p>
    <w:p w14:paraId="241D5563" w14:textId="77777777" w:rsidR="00E728D6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21C0BB95" w14:textId="77777777" w:rsidR="00D74AD8" w:rsidRPr="007F399A" w:rsidRDefault="00D74AD8" w:rsidP="00D74AD8">
      <w:pPr>
        <w:pStyle w:val="ListParagraph"/>
        <w:rPr>
          <w:lang w:val="en-CA"/>
        </w:rPr>
      </w:pPr>
    </w:p>
    <w:p w14:paraId="14616EA4" w14:textId="77777777" w:rsidR="00E728D6" w:rsidRDefault="00E728D6" w:rsidP="00E728D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does the “tenant’s right to quiet enjoyment mean?  </w:t>
      </w:r>
    </w:p>
    <w:p w14:paraId="009CB67A" w14:textId="27A76052" w:rsidR="00E728D6" w:rsidRPr="00D74AD8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  <w:r w:rsidR="00D74AD8">
        <w:rPr>
          <w:lang w:val="en-CA"/>
        </w:rPr>
        <w:br/>
      </w:r>
    </w:p>
    <w:p w14:paraId="1711233D" w14:textId="77777777" w:rsidR="00E728D6" w:rsidRDefault="00E728D6" w:rsidP="00E728D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If a landlord want to access a premises, how much notice must be given? </w:t>
      </w:r>
    </w:p>
    <w:p w14:paraId="0781A87E" w14:textId="77777777" w:rsidR="00E728D6" w:rsidRPr="007F399A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142993C6" w14:textId="77777777" w:rsidR="00E728D6" w:rsidRDefault="00E728D6" w:rsidP="00E728D6">
      <w:pPr>
        <w:pStyle w:val="ListParagraph"/>
        <w:rPr>
          <w:lang w:val="en-CA"/>
        </w:rPr>
      </w:pPr>
    </w:p>
    <w:p w14:paraId="1A16D249" w14:textId="77777777" w:rsidR="00E728D6" w:rsidRDefault="00E728D6" w:rsidP="00E728D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How much notice does a tenant need to give a landlord if they are wanting to move out?  </w:t>
      </w:r>
    </w:p>
    <w:p w14:paraId="7861AC32" w14:textId="064A6CC8" w:rsidR="00E728D6" w:rsidRPr="00D74AD8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  <w:r w:rsidR="00D74AD8">
        <w:rPr>
          <w:lang w:val="en-CA"/>
        </w:rPr>
        <w:br/>
      </w:r>
    </w:p>
    <w:p w14:paraId="561803CE" w14:textId="77777777" w:rsidR="00E728D6" w:rsidRDefault="00E728D6" w:rsidP="00E728D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 What are at least five reasons why a landlord could give their tenant one month’s notice to move out?  </w:t>
      </w:r>
    </w:p>
    <w:p w14:paraId="7256E999" w14:textId="77777777" w:rsidR="00E728D6" w:rsidRPr="007F399A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0B4C84C7" w14:textId="77777777" w:rsidR="00E728D6" w:rsidRPr="007F399A" w:rsidRDefault="00E728D6" w:rsidP="00E728D6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________________________________________________________________</w:t>
      </w:r>
    </w:p>
    <w:p w14:paraId="118E72E1" w14:textId="77777777" w:rsidR="00E728D6" w:rsidRPr="00E728D6" w:rsidRDefault="00E728D6" w:rsidP="00E728D6">
      <w:pPr>
        <w:numPr>
          <w:ilvl w:val="0"/>
          <w:numId w:val="3"/>
        </w:numPr>
        <w:contextualSpacing/>
        <w:rPr>
          <w:lang w:val="en-CA"/>
        </w:rPr>
      </w:pPr>
      <w:r w:rsidRPr="00E728D6">
        <w:rPr>
          <w:lang w:val="en-CA"/>
        </w:rPr>
        <w:t>________________________________________________________________</w:t>
      </w:r>
    </w:p>
    <w:p w14:paraId="20D9D823" w14:textId="77777777" w:rsidR="00E728D6" w:rsidRPr="00E728D6" w:rsidRDefault="00E728D6" w:rsidP="00E728D6">
      <w:pPr>
        <w:numPr>
          <w:ilvl w:val="0"/>
          <w:numId w:val="3"/>
        </w:numPr>
        <w:contextualSpacing/>
        <w:rPr>
          <w:lang w:val="en-CA"/>
        </w:rPr>
      </w:pPr>
      <w:r w:rsidRPr="00E728D6">
        <w:rPr>
          <w:lang w:val="en-CA"/>
        </w:rPr>
        <w:t>________________________________________________________________</w:t>
      </w:r>
    </w:p>
    <w:p w14:paraId="60458B9B" w14:textId="77777777" w:rsidR="00E728D6" w:rsidRPr="00E728D6" w:rsidRDefault="00E728D6" w:rsidP="00E728D6">
      <w:pPr>
        <w:numPr>
          <w:ilvl w:val="0"/>
          <w:numId w:val="3"/>
        </w:numPr>
        <w:contextualSpacing/>
        <w:rPr>
          <w:lang w:val="en-CA"/>
        </w:rPr>
      </w:pPr>
      <w:r w:rsidRPr="00E728D6">
        <w:rPr>
          <w:lang w:val="en-CA"/>
        </w:rPr>
        <w:t>________________________________________________________________</w:t>
      </w:r>
    </w:p>
    <w:p w14:paraId="6709B1CB" w14:textId="77777777" w:rsidR="00E728D6" w:rsidRDefault="00E728D6" w:rsidP="00E728D6">
      <w:pPr>
        <w:rPr>
          <w:lang w:val="en-CA"/>
        </w:rPr>
      </w:pPr>
    </w:p>
    <w:p w14:paraId="79F69594" w14:textId="77777777" w:rsidR="00E728D6" w:rsidRPr="00E728D6" w:rsidRDefault="00E728D6" w:rsidP="00E728D6">
      <w:pPr>
        <w:rPr>
          <w:lang w:val="en-CA"/>
        </w:rPr>
      </w:pPr>
    </w:p>
    <w:p w14:paraId="03D550FF" w14:textId="77777777" w:rsidR="00E728D6" w:rsidRDefault="00E728D6" w:rsidP="00E728D6">
      <w:pPr>
        <w:rPr>
          <w:lang w:val="en-CA"/>
        </w:rPr>
      </w:pPr>
    </w:p>
    <w:p w14:paraId="2990EE6D" w14:textId="77777777" w:rsidR="00E728D6" w:rsidRPr="00E728D6" w:rsidRDefault="00E728D6" w:rsidP="00E728D6">
      <w:pPr>
        <w:rPr>
          <w:lang w:val="en-CA"/>
        </w:rPr>
      </w:pPr>
    </w:p>
    <w:p w14:paraId="38179062" w14:textId="77777777" w:rsidR="00E728D6" w:rsidRPr="00E728D6" w:rsidRDefault="00E728D6" w:rsidP="00E728D6">
      <w:pPr>
        <w:rPr>
          <w:lang w:val="en-CA"/>
        </w:rPr>
      </w:pPr>
    </w:p>
    <w:sectPr w:rsidR="00E728D6" w:rsidRPr="00E728D6" w:rsidSect="007F399A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D366B"/>
    <w:multiLevelType w:val="hybridMultilevel"/>
    <w:tmpl w:val="98D46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13391"/>
    <w:multiLevelType w:val="hybridMultilevel"/>
    <w:tmpl w:val="F6F6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80A5F"/>
    <w:multiLevelType w:val="hybridMultilevel"/>
    <w:tmpl w:val="157E0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9A"/>
    <w:rsid w:val="00016C4B"/>
    <w:rsid w:val="00017290"/>
    <w:rsid w:val="000239A2"/>
    <w:rsid w:val="00032813"/>
    <w:rsid w:val="00036371"/>
    <w:rsid w:val="00037AB2"/>
    <w:rsid w:val="00045009"/>
    <w:rsid w:val="000504CD"/>
    <w:rsid w:val="00053D78"/>
    <w:rsid w:val="000614D1"/>
    <w:rsid w:val="0008494F"/>
    <w:rsid w:val="0009642B"/>
    <w:rsid w:val="00097BE3"/>
    <w:rsid w:val="000A2233"/>
    <w:rsid w:val="000A4BBD"/>
    <w:rsid w:val="000B092A"/>
    <w:rsid w:val="000C54D4"/>
    <w:rsid w:val="000C6C61"/>
    <w:rsid w:val="000D3148"/>
    <w:rsid w:val="000D459C"/>
    <w:rsid w:val="001031BA"/>
    <w:rsid w:val="0011018E"/>
    <w:rsid w:val="00113C45"/>
    <w:rsid w:val="0011531E"/>
    <w:rsid w:val="00117754"/>
    <w:rsid w:val="001242D0"/>
    <w:rsid w:val="001246AB"/>
    <w:rsid w:val="001267DD"/>
    <w:rsid w:val="00135727"/>
    <w:rsid w:val="001427F4"/>
    <w:rsid w:val="00154456"/>
    <w:rsid w:val="00162DD6"/>
    <w:rsid w:val="0016719A"/>
    <w:rsid w:val="00177E7E"/>
    <w:rsid w:val="00180E25"/>
    <w:rsid w:val="001829CE"/>
    <w:rsid w:val="00185059"/>
    <w:rsid w:val="00190597"/>
    <w:rsid w:val="00193962"/>
    <w:rsid w:val="00194178"/>
    <w:rsid w:val="0019551D"/>
    <w:rsid w:val="001A3467"/>
    <w:rsid w:val="001B47CD"/>
    <w:rsid w:val="001B7FC3"/>
    <w:rsid w:val="001C472C"/>
    <w:rsid w:val="001D7990"/>
    <w:rsid w:val="001E0B98"/>
    <w:rsid w:val="001E5D62"/>
    <w:rsid w:val="001F50E0"/>
    <w:rsid w:val="0022323C"/>
    <w:rsid w:val="00225B3C"/>
    <w:rsid w:val="00234425"/>
    <w:rsid w:val="002409E4"/>
    <w:rsid w:val="002464A5"/>
    <w:rsid w:val="002476EA"/>
    <w:rsid w:val="00254BAB"/>
    <w:rsid w:val="00255137"/>
    <w:rsid w:val="002566CD"/>
    <w:rsid w:val="00270963"/>
    <w:rsid w:val="002749BB"/>
    <w:rsid w:val="002859BC"/>
    <w:rsid w:val="00292E92"/>
    <w:rsid w:val="002A2C81"/>
    <w:rsid w:val="002A3D1B"/>
    <w:rsid w:val="002A3E54"/>
    <w:rsid w:val="002A6139"/>
    <w:rsid w:val="002B6109"/>
    <w:rsid w:val="002B7E9F"/>
    <w:rsid w:val="002C49CF"/>
    <w:rsid w:val="002C4D23"/>
    <w:rsid w:val="002D099C"/>
    <w:rsid w:val="0030525B"/>
    <w:rsid w:val="003152EC"/>
    <w:rsid w:val="00325989"/>
    <w:rsid w:val="00333040"/>
    <w:rsid w:val="003405E2"/>
    <w:rsid w:val="003509D3"/>
    <w:rsid w:val="00355513"/>
    <w:rsid w:val="00372888"/>
    <w:rsid w:val="00396222"/>
    <w:rsid w:val="003A5EF5"/>
    <w:rsid w:val="003B6AB6"/>
    <w:rsid w:val="003C23F8"/>
    <w:rsid w:val="003C56CB"/>
    <w:rsid w:val="003D1A99"/>
    <w:rsid w:val="003D3FD1"/>
    <w:rsid w:val="003F6D0C"/>
    <w:rsid w:val="004164B8"/>
    <w:rsid w:val="004201FB"/>
    <w:rsid w:val="00422A9F"/>
    <w:rsid w:val="0042589B"/>
    <w:rsid w:val="00441050"/>
    <w:rsid w:val="004664A4"/>
    <w:rsid w:val="004741DF"/>
    <w:rsid w:val="004765F7"/>
    <w:rsid w:val="0049598F"/>
    <w:rsid w:val="004A43D5"/>
    <w:rsid w:val="004A4A00"/>
    <w:rsid w:val="004A5627"/>
    <w:rsid w:val="004C281B"/>
    <w:rsid w:val="004D2DC3"/>
    <w:rsid w:val="004D637A"/>
    <w:rsid w:val="004F721E"/>
    <w:rsid w:val="004F7513"/>
    <w:rsid w:val="00514BDB"/>
    <w:rsid w:val="00530525"/>
    <w:rsid w:val="00534C06"/>
    <w:rsid w:val="005409F4"/>
    <w:rsid w:val="005457C8"/>
    <w:rsid w:val="0056452E"/>
    <w:rsid w:val="00577BA6"/>
    <w:rsid w:val="005816DD"/>
    <w:rsid w:val="00581F5C"/>
    <w:rsid w:val="0058550C"/>
    <w:rsid w:val="00594CD9"/>
    <w:rsid w:val="005C1156"/>
    <w:rsid w:val="005E4A17"/>
    <w:rsid w:val="005E7A05"/>
    <w:rsid w:val="005F3304"/>
    <w:rsid w:val="005F3477"/>
    <w:rsid w:val="00603192"/>
    <w:rsid w:val="00606BE5"/>
    <w:rsid w:val="00631574"/>
    <w:rsid w:val="00642F19"/>
    <w:rsid w:val="00655766"/>
    <w:rsid w:val="00663CA6"/>
    <w:rsid w:val="006653F4"/>
    <w:rsid w:val="006866F6"/>
    <w:rsid w:val="006A1FA5"/>
    <w:rsid w:val="006A3AF9"/>
    <w:rsid w:val="006A477C"/>
    <w:rsid w:val="006D2C89"/>
    <w:rsid w:val="006D43E3"/>
    <w:rsid w:val="006D6AFC"/>
    <w:rsid w:val="006E6063"/>
    <w:rsid w:val="006F17ED"/>
    <w:rsid w:val="006F1B2D"/>
    <w:rsid w:val="006F5678"/>
    <w:rsid w:val="007018EB"/>
    <w:rsid w:val="00713CE3"/>
    <w:rsid w:val="007210AB"/>
    <w:rsid w:val="00732BD7"/>
    <w:rsid w:val="0074587B"/>
    <w:rsid w:val="00753321"/>
    <w:rsid w:val="0076145F"/>
    <w:rsid w:val="0077145C"/>
    <w:rsid w:val="007C7D74"/>
    <w:rsid w:val="007D3CE8"/>
    <w:rsid w:val="007D4779"/>
    <w:rsid w:val="007E7549"/>
    <w:rsid w:val="007F399A"/>
    <w:rsid w:val="007F41B3"/>
    <w:rsid w:val="00804C87"/>
    <w:rsid w:val="008218B8"/>
    <w:rsid w:val="00853DC2"/>
    <w:rsid w:val="008773E5"/>
    <w:rsid w:val="008818D8"/>
    <w:rsid w:val="00890B68"/>
    <w:rsid w:val="00897B62"/>
    <w:rsid w:val="008A1C71"/>
    <w:rsid w:val="008A2689"/>
    <w:rsid w:val="008A471B"/>
    <w:rsid w:val="008C253C"/>
    <w:rsid w:val="008C2E06"/>
    <w:rsid w:val="008C2F7A"/>
    <w:rsid w:val="008C598D"/>
    <w:rsid w:val="008F13DF"/>
    <w:rsid w:val="008F329D"/>
    <w:rsid w:val="008F47A8"/>
    <w:rsid w:val="00906897"/>
    <w:rsid w:val="00911E13"/>
    <w:rsid w:val="00930B69"/>
    <w:rsid w:val="00932B60"/>
    <w:rsid w:val="00947830"/>
    <w:rsid w:val="0095212D"/>
    <w:rsid w:val="0095741E"/>
    <w:rsid w:val="00964D25"/>
    <w:rsid w:val="00977B53"/>
    <w:rsid w:val="009835A6"/>
    <w:rsid w:val="009A2330"/>
    <w:rsid w:val="009A2869"/>
    <w:rsid w:val="009A5AB4"/>
    <w:rsid w:val="009A7CEE"/>
    <w:rsid w:val="009B0046"/>
    <w:rsid w:val="009E405E"/>
    <w:rsid w:val="009F1198"/>
    <w:rsid w:val="009F2BFA"/>
    <w:rsid w:val="00A10AD5"/>
    <w:rsid w:val="00A139B0"/>
    <w:rsid w:val="00A21432"/>
    <w:rsid w:val="00A27271"/>
    <w:rsid w:val="00A427D0"/>
    <w:rsid w:val="00A53B5C"/>
    <w:rsid w:val="00A53DDF"/>
    <w:rsid w:val="00A608D2"/>
    <w:rsid w:val="00A61ADE"/>
    <w:rsid w:val="00A700E7"/>
    <w:rsid w:val="00A84EB2"/>
    <w:rsid w:val="00A96EC2"/>
    <w:rsid w:val="00AC185F"/>
    <w:rsid w:val="00AD024A"/>
    <w:rsid w:val="00AD47EC"/>
    <w:rsid w:val="00AD5E1C"/>
    <w:rsid w:val="00AE20D6"/>
    <w:rsid w:val="00AF0C40"/>
    <w:rsid w:val="00AF7F53"/>
    <w:rsid w:val="00B07ABF"/>
    <w:rsid w:val="00B126F0"/>
    <w:rsid w:val="00B167B8"/>
    <w:rsid w:val="00B16B02"/>
    <w:rsid w:val="00B34219"/>
    <w:rsid w:val="00B410C5"/>
    <w:rsid w:val="00B519D3"/>
    <w:rsid w:val="00B570D9"/>
    <w:rsid w:val="00B62BB9"/>
    <w:rsid w:val="00B700FF"/>
    <w:rsid w:val="00B74EBF"/>
    <w:rsid w:val="00B93051"/>
    <w:rsid w:val="00BA46A5"/>
    <w:rsid w:val="00BA4A36"/>
    <w:rsid w:val="00BA4F1D"/>
    <w:rsid w:val="00BA6A3F"/>
    <w:rsid w:val="00BA7D69"/>
    <w:rsid w:val="00BB3295"/>
    <w:rsid w:val="00BC0835"/>
    <w:rsid w:val="00BE1F8F"/>
    <w:rsid w:val="00BF21F8"/>
    <w:rsid w:val="00C03021"/>
    <w:rsid w:val="00C06D1A"/>
    <w:rsid w:val="00C42A0C"/>
    <w:rsid w:val="00C52975"/>
    <w:rsid w:val="00C5453D"/>
    <w:rsid w:val="00C61C2F"/>
    <w:rsid w:val="00C8014A"/>
    <w:rsid w:val="00CA0287"/>
    <w:rsid w:val="00CA1799"/>
    <w:rsid w:val="00CB1297"/>
    <w:rsid w:val="00CB3A2C"/>
    <w:rsid w:val="00CB56D8"/>
    <w:rsid w:val="00CB6012"/>
    <w:rsid w:val="00CB7F10"/>
    <w:rsid w:val="00CC68B9"/>
    <w:rsid w:val="00CC69CD"/>
    <w:rsid w:val="00CD05AA"/>
    <w:rsid w:val="00CE06D9"/>
    <w:rsid w:val="00CE0EA0"/>
    <w:rsid w:val="00D02ACA"/>
    <w:rsid w:val="00D130EA"/>
    <w:rsid w:val="00D139C1"/>
    <w:rsid w:val="00D276BA"/>
    <w:rsid w:val="00D32283"/>
    <w:rsid w:val="00D33FCF"/>
    <w:rsid w:val="00D35029"/>
    <w:rsid w:val="00D45A4B"/>
    <w:rsid w:val="00D5001F"/>
    <w:rsid w:val="00D61200"/>
    <w:rsid w:val="00D74AD8"/>
    <w:rsid w:val="00D9052E"/>
    <w:rsid w:val="00D90FD2"/>
    <w:rsid w:val="00DA0502"/>
    <w:rsid w:val="00DA0942"/>
    <w:rsid w:val="00DB0349"/>
    <w:rsid w:val="00DB4CE2"/>
    <w:rsid w:val="00DB71F9"/>
    <w:rsid w:val="00DD39B0"/>
    <w:rsid w:val="00DF1CBF"/>
    <w:rsid w:val="00E01927"/>
    <w:rsid w:val="00E01D8F"/>
    <w:rsid w:val="00E028D7"/>
    <w:rsid w:val="00E07CF4"/>
    <w:rsid w:val="00E22195"/>
    <w:rsid w:val="00E33553"/>
    <w:rsid w:val="00E35380"/>
    <w:rsid w:val="00E548AF"/>
    <w:rsid w:val="00E728D6"/>
    <w:rsid w:val="00E757DB"/>
    <w:rsid w:val="00E86087"/>
    <w:rsid w:val="00E933D9"/>
    <w:rsid w:val="00EA2999"/>
    <w:rsid w:val="00EA5E4A"/>
    <w:rsid w:val="00EC7485"/>
    <w:rsid w:val="00ED12E4"/>
    <w:rsid w:val="00EE2AED"/>
    <w:rsid w:val="00EF4B76"/>
    <w:rsid w:val="00EF7DA6"/>
    <w:rsid w:val="00F05BA3"/>
    <w:rsid w:val="00F074E3"/>
    <w:rsid w:val="00F15ECB"/>
    <w:rsid w:val="00F231E8"/>
    <w:rsid w:val="00F26C1C"/>
    <w:rsid w:val="00F446A3"/>
    <w:rsid w:val="00F4742A"/>
    <w:rsid w:val="00F6360B"/>
    <w:rsid w:val="00F7452F"/>
    <w:rsid w:val="00FA2749"/>
    <w:rsid w:val="00FB03D2"/>
    <w:rsid w:val="00FB14BE"/>
    <w:rsid w:val="00FB351F"/>
    <w:rsid w:val="00FB3CAC"/>
    <w:rsid w:val="00FB4FB4"/>
    <w:rsid w:val="00FB50BE"/>
    <w:rsid w:val="00FC448C"/>
    <w:rsid w:val="00FC6A38"/>
    <w:rsid w:val="00FD02BF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8D06E8"/>
  <w15:docId w15:val="{B82F34D3-20AF-40AB-BD52-D38539F8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9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2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B2DC69D6.dotm</Template>
  <TotalTime>44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Perrault, Connie</dc:creator>
  <cp:keywords/>
  <dc:description/>
  <cp:lastModifiedBy>Amy Mcfarlen</cp:lastModifiedBy>
  <cp:revision>4</cp:revision>
  <cp:lastPrinted>2016-01-13T20:04:00Z</cp:lastPrinted>
  <dcterms:created xsi:type="dcterms:W3CDTF">2016-01-13T19:33:00Z</dcterms:created>
  <dcterms:modified xsi:type="dcterms:W3CDTF">2017-05-26T16:01:00Z</dcterms:modified>
</cp:coreProperties>
</file>